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A213C0" w14:textId="77777777" w:rsidR="008C50E7" w:rsidRPr="008B7326" w:rsidRDefault="008C50E7" w:rsidP="00A57441">
      <w:pPr>
        <w:pStyle w:val="Titolo"/>
        <w:rPr>
          <w:rFonts w:ascii="Arial" w:hAnsi="Arial" w:cs="Arial"/>
          <w:sz w:val="32"/>
          <w:szCs w:val="32"/>
        </w:rPr>
      </w:pPr>
    </w:p>
    <w:p w14:paraId="24DC72CF" w14:textId="77777777" w:rsidR="00A57441" w:rsidRPr="00D77131" w:rsidRDefault="006D3DF3" w:rsidP="00B147C0">
      <w:pPr>
        <w:pStyle w:val="Titolo"/>
        <w:pBdr>
          <w:top w:val="single" w:sz="4" w:space="1" w:color="auto"/>
        </w:pBdr>
        <w:rPr>
          <w:rFonts w:ascii="Arial" w:hAnsi="Arial" w:cs="Arial"/>
          <w:bCs/>
          <w:sz w:val="32"/>
          <w:szCs w:val="32"/>
        </w:rPr>
      </w:pPr>
      <w:r w:rsidRPr="00D77131">
        <w:rPr>
          <w:rFonts w:ascii="Arial" w:hAnsi="Arial" w:cs="Arial"/>
          <w:bCs/>
          <w:sz w:val="32"/>
          <w:szCs w:val="32"/>
        </w:rPr>
        <w:t>DIMENSIONING</w:t>
      </w:r>
      <w:r w:rsidR="00A57441" w:rsidRPr="00D77131">
        <w:rPr>
          <w:rFonts w:ascii="Arial" w:hAnsi="Arial" w:cs="Arial"/>
          <w:bCs/>
          <w:sz w:val="32"/>
          <w:szCs w:val="32"/>
        </w:rPr>
        <w:t xml:space="preserve"> </w:t>
      </w:r>
      <w:r w:rsidR="001E60F8" w:rsidRPr="00D77131">
        <w:rPr>
          <w:rFonts w:ascii="Arial" w:hAnsi="Arial" w:cs="Arial"/>
          <w:bCs/>
          <w:sz w:val="32"/>
          <w:szCs w:val="32"/>
        </w:rPr>
        <w:t>COOLING</w:t>
      </w:r>
    </w:p>
    <w:tbl>
      <w:tblPr>
        <w:tblW w:w="15026" w:type="dxa"/>
        <w:tblLayout w:type="fixed"/>
        <w:tblLook w:val="04A0" w:firstRow="1" w:lastRow="0" w:firstColumn="1" w:lastColumn="0" w:noHBand="0" w:noVBand="1"/>
      </w:tblPr>
      <w:tblGrid>
        <w:gridCol w:w="2268"/>
        <w:gridCol w:w="675"/>
        <w:gridCol w:w="2586"/>
        <w:gridCol w:w="283"/>
        <w:gridCol w:w="1418"/>
        <w:gridCol w:w="1528"/>
        <w:gridCol w:w="6268"/>
      </w:tblGrid>
      <w:tr w:rsidR="00E644FA" w:rsidRPr="008B7326" w14:paraId="6E2BE6FB" w14:textId="77777777" w:rsidTr="0092424E">
        <w:tc>
          <w:tcPr>
            <w:tcW w:w="2268" w:type="dxa"/>
            <w:tcBorders>
              <w:bottom w:val="double" w:sz="4" w:space="0" w:color="4472C4"/>
            </w:tcBorders>
            <w:shd w:val="clear" w:color="auto" w:fill="auto"/>
            <w:vAlign w:val="center"/>
          </w:tcPr>
          <w:p w14:paraId="382D42AC" w14:textId="77777777" w:rsidR="006B1AD9" w:rsidRPr="008B7326" w:rsidRDefault="006B1AD9" w:rsidP="00E644FA">
            <w:pPr>
              <w:spacing w:after="0"/>
              <w:rPr>
                <w:rStyle w:val="Enfasigrassetto"/>
                <w:rFonts w:ascii="Arial" w:hAnsi="Arial" w:cs="Arial"/>
                <w:sz w:val="18"/>
                <w:szCs w:val="18"/>
              </w:rPr>
            </w:pPr>
            <w:r w:rsidRPr="008B7326">
              <w:rPr>
                <w:rStyle w:val="Enfasigrassetto"/>
                <w:rFonts w:ascii="Arial" w:hAnsi="Arial" w:cs="Arial"/>
                <w:sz w:val="18"/>
                <w:szCs w:val="18"/>
              </w:rPr>
              <w:t>Project</w:t>
            </w:r>
          </w:p>
        </w:tc>
        <w:tc>
          <w:tcPr>
            <w:tcW w:w="675" w:type="dxa"/>
            <w:tcBorders>
              <w:bottom w:val="double" w:sz="4" w:space="0" w:color="4472C4"/>
            </w:tcBorders>
            <w:shd w:val="clear" w:color="auto" w:fill="auto"/>
            <w:vAlign w:val="center"/>
          </w:tcPr>
          <w:p w14:paraId="3B63814C" w14:textId="77777777" w:rsidR="006B1AD9" w:rsidRPr="008B7326" w:rsidRDefault="006B1AD9" w:rsidP="00E644F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6" w:type="dxa"/>
            <w:tcBorders>
              <w:bottom w:val="double" w:sz="4" w:space="0" w:color="4472C4"/>
            </w:tcBorders>
            <w:shd w:val="clear" w:color="auto" w:fill="auto"/>
            <w:vAlign w:val="center"/>
          </w:tcPr>
          <w:p w14:paraId="73641F04" w14:textId="77777777" w:rsidR="006B1AD9" w:rsidRPr="008B7326" w:rsidRDefault="006B1AD9" w:rsidP="00E644F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double" w:sz="4" w:space="0" w:color="4472C4"/>
            </w:tcBorders>
            <w:shd w:val="clear" w:color="auto" w:fill="auto"/>
            <w:vAlign w:val="center"/>
          </w:tcPr>
          <w:p w14:paraId="6306D78F" w14:textId="77777777" w:rsidR="006B1AD9" w:rsidRPr="008B7326" w:rsidRDefault="006B1AD9" w:rsidP="00E644F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double" w:sz="4" w:space="0" w:color="4472C4"/>
            </w:tcBorders>
            <w:shd w:val="clear" w:color="auto" w:fill="auto"/>
            <w:vAlign w:val="center"/>
          </w:tcPr>
          <w:p w14:paraId="18887393" w14:textId="77777777" w:rsidR="006B1AD9" w:rsidRPr="008B7326" w:rsidRDefault="006B1AD9" w:rsidP="00E644FA">
            <w:pPr>
              <w:spacing w:after="0"/>
              <w:rPr>
                <w:rStyle w:val="Enfasigrassetto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96" w:type="dxa"/>
            <w:gridSpan w:val="2"/>
            <w:tcBorders>
              <w:bottom w:val="double" w:sz="4" w:space="0" w:color="4472C4"/>
            </w:tcBorders>
            <w:shd w:val="clear" w:color="auto" w:fill="auto"/>
            <w:vAlign w:val="center"/>
          </w:tcPr>
          <w:p w14:paraId="45C69416" w14:textId="77777777" w:rsidR="006B1AD9" w:rsidRPr="008B7326" w:rsidRDefault="006B1AD9" w:rsidP="00E644FA">
            <w:pPr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14153" w:rsidRPr="008B7326" w14:paraId="12208477" w14:textId="77777777" w:rsidTr="0092424E">
        <w:tc>
          <w:tcPr>
            <w:tcW w:w="2268" w:type="dxa"/>
            <w:tcBorders>
              <w:top w:val="double" w:sz="4" w:space="0" w:color="4472C4"/>
            </w:tcBorders>
            <w:shd w:val="clear" w:color="auto" w:fill="auto"/>
            <w:vAlign w:val="center"/>
          </w:tcPr>
          <w:p w14:paraId="254926F8" w14:textId="77777777" w:rsidR="00314153" w:rsidRPr="008B7326" w:rsidRDefault="00314153" w:rsidP="00E644FA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8B7326">
              <w:rPr>
                <w:rFonts w:ascii="Arial" w:hAnsi="Arial" w:cs="Arial"/>
                <w:i/>
                <w:sz w:val="18"/>
                <w:szCs w:val="18"/>
              </w:rPr>
              <w:t>Customer</w:t>
            </w:r>
          </w:p>
        </w:tc>
        <w:tc>
          <w:tcPr>
            <w:tcW w:w="3261" w:type="dxa"/>
            <w:gridSpan w:val="2"/>
            <w:tcBorders>
              <w:top w:val="double" w:sz="4" w:space="0" w:color="4472C4"/>
            </w:tcBorders>
            <w:shd w:val="clear" w:color="auto" w:fill="auto"/>
            <w:vAlign w:val="center"/>
          </w:tcPr>
          <w:p w14:paraId="0268AE45" w14:textId="77777777" w:rsidR="00314153" w:rsidRPr="008B7326" w:rsidRDefault="00314153" w:rsidP="00426C1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bookmarkStart w:id="0" w:name="CUSTOMER"/>
            <w:bookmarkEnd w:id="0"/>
          </w:p>
        </w:tc>
        <w:tc>
          <w:tcPr>
            <w:tcW w:w="283" w:type="dxa"/>
            <w:tcBorders>
              <w:top w:val="double" w:sz="4" w:space="0" w:color="4472C4"/>
            </w:tcBorders>
            <w:shd w:val="clear" w:color="auto" w:fill="auto"/>
            <w:vAlign w:val="center"/>
          </w:tcPr>
          <w:p w14:paraId="04F24D0F" w14:textId="77777777" w:rsidR="00314153" w:rsidRPr="008B7326" w:rsidRDefault="00314153" w:rsidP="00E644F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ouble" w:sz="4" w:space="0" w:color="4472C4"/>
            </w:tcBorders>
            <w:shd w:val="clear" w:color="auto" w:fill="auto"/>
            <w:vAlign w:val="center"/>
          </w:tcPr>
          <w:p w14:paraId="5E82F092" w14:textId="77777777" w:rsidR="00314153" w:rsidRPr="008B7326" w:rsidRDefault="00314153" w:rsidP="00E644FA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8B7326">
              <w:rPr>
                <w:rFonts w:ascii="Arial" w:hAnsi="Arial" w:cs="Arial"/>
                <w:i/>
                <w:sz w:val="18"/>
                <w:szCs w:val="18"/>
              </w:rPr>
              <w:t>Reference</w:t>
            </w:r>
          </w:p>
        </w:tc>
        <w:tc>
          <w:tcPr>
            <w:tcW w:w="7796" w:type="dxa"/>
            <w:gridSpan w:val="2"/>
            <w:tcBorders>
              <w:top w:val="double" w:sz="4" w:space="0" w:color="4472C4"/>
            </w:tcBorders>
            <w:shd w:val="clear" w:color="auto" w:fill="auto"/>
            <w:vAlign w:val="center"/>
          </w:tcPr>
          <w:p w14:paraId="605403BE" w14:textId="77777777" w:rsidR="00314153" w:rsidRPr="008B7326" w:rsidRDefault="00314153" w:rsidP="00314153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bookmarkStart w:id="1" w:name="REFERENCE"/>
            <w:bookmarkEnd w:id="1"/>
          </w:p>
        </w:tc>
      </w:tr>
      <w:tr w:rsidR="00E644FA" w:rsidRPr="008B7326" w14:paraId="07677AA5" w14:textId="77777777" w:rsidTr="0092424E">
        <w:tc>
          <w:tcPr>
            <w:tcW w:w="2268" w:type="dxa"/>
            <w:shd w:val="clear" w:color="auto" w:fill="auto"/>
            <w:vAlign w:val="center"/>
          </w:tcPr>
          <w:p w14:paraId="0486870D" w14:textId="77777777" w:rsidR="00892231" w:rsidRPr="008B7326" w:rsidRDefault="00892231" w:rsidP="00E644F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5" w:type="dxa"/>
            <w:shd w:val="clear" w:color="auto" w:fill="auto"/>
            <w:vAlign w:val="center"/>
          </w:tcPr>
          <w:p w14:paraId="37F7AB94" w14:textId="77777777" w:rsidR="00892231" w:rsidRPr="008B7326" w:rsidRDefault="00892231" w:rsidP="00E644F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6" w:type="dxa"/>
            <w:shd w:val="clear" w:color="auto" w:fill="auto"/>
            <w:vAlign w:val="center"/>
          </w:tcPr>
          <w:p w14:paraId="337E2CE6" w14:textId="77777777" w:rsidR="00892231" w:rsidRPr="008B7326" w:rsidRDefault="00892231" w:rsidP="00E644F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0A8D4F1F" w14:textId="77777777" w:rsidR="00892231" w:rsidRPr="008B7326" w:rsidRDefault="00892231" w:rsidP="00E644F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6A210A63" w14:textId="77777777" w:rsidR="00892231" w:rsidRPr="008B7326" w:rsidRDefault="00892231" w:rsidP="00E644F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28" w:type="dxa"/>
            <w:shd w:val="clear" w:color="auto" w:fill="auto"/>
            <w:vAlign w:val="center"/>
          </w:tcPr>
          <w:p w14:paraId="109865AA" w14:textId="77777777" w:rsidR="00892231" w:rsidRPr="008B7326" w:rsidRDefault="00892231" w:rsidP="00E644FA">
            <w:pPr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68" w:type="dxa"/>
            <w:shd w:val="clear" w:color="auto" w:fill="auto"/>
            <w:vAlign w:val="center"/>
          </w:tcPr>
          <w:p w14:paraId="4180DB3D" w14:textId="77777777" w:rsidR="00892231" w:rsidRPr="008B7326" w:rsidRDefault="00892231" w:rsidP="00E644FA">
            <w:pPr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847DF" w:rsidRPr="008B7326" w14:paraId="70523AEB" w14:textId="77777777" w:rsidTr="001D3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8" w:type="dxa"/>
            <w:tcBorders>
              <w:top w:val="double" w:sz="4" w:space="0" w:color="4472C4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D8CA5C" w14:textId="77777777" w:rsidR="009847DF" w:rsidRPr="008B7326" w:rsidRDefault="009847DF" w:rsidP="00E644FA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proofErr w:type="spellStart"/>
            <w:r w:rsidRPr="008B7326">
              <w:rPr>
                <w:rFonts w:ascii="Arial" w:hAnsi="Arial" w:cs="Arial"/>
                <w:i/>
                <w:sz w:val="18"/>
                <w:szCs w:val="18"/>
              </w:rPr>
              <w:t>Geometry</w:t>
            </w:r>
            <w:proofErr w:type="spellEnd"/>
          </w:p>
        </w:tc>
        <w:tc>
          <w:tcPr>
            <w:tcW w:w="12758" w:type="dxa"/>
            <w:gridSpan w:val="6"/>
            <w:tcBorders>
              <w:top w:val="double" w:sz="4" w:space="0" w:color="4472C4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D7EAA9" w14:textId="77777777" w:rsidR="009847DF" w:rsidRPr="008B7326" w:rsidRDefault="009847DF" w:rsidP="009847DF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bookmarkStart w:id="2" w:name="GEOMETRY"/>
            <w:bookmarkEnd w:id="2"/>
          </w:p>
        </w:tc>
      </w:tr>
      <w:tr w:rsidR="00ED4EC9" w:rsidRPr="008B7326" w14:paraId="52500BE2" w14:textId="77777777" w:rsidTr="009242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AB4E4C" w14:textId="77777777" w:rsidR="00ED4EC9" w:rsidRPr="008B7326" w:rsidRDefault="00ED4EC9" w:rsidP="009847DF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8B7326">
              <w:rPr>
                <w:rFonts w:ascii="Arial" w:hAnsi="Arial" w:cs="Arial"/>
                <w:i/>
                <w:sz w:val="18"/>
                <w:szCs w:val="18"/>
              </w:rPr>
              <w:t xml:space="preserve">Fin </w:t>
            </w:r>
            <w:proofErr w:type="spellStart"/>
            <w:r w:rsidRPr="008B7326">
              <w:rPr>
                <w:rFonts w:ascii="Arial" w:hAnsi="Arial" w:cs="Arial"/>
                <w:i/>
                <w:sz w:val="18"/>
                <w:szCs w:val="18"/>
              </w:rPr>
              <w:t>Type</w:t>
            </w:r>
            <w:proofErr w:type="spellEnd"/>
          </w:p>
        </w:tc>
        <w:tc>
          <w:tcPr>
            <w:tcW w:w="3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E77613" w14:textId="77777777" w:rsidR="00ED4EC9" w:rsidRPr="008B7326" w:rsidRDefault="00ED4EC9" w:rsidP="009847DF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bookmarkStart w:id="3" w:name="FINTYPE"/>
            <w:bookmarkEnd w:id="3"/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A9A724" w14:textId="77777777" w:rsidR="00ED4EC9" w:rsidRPr="008B7326" w:rsidRDefault="00ED4EC9" w:rsidP="00E644F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7E1406" w14:textId="77777777" w:rsidR="00ED4EC9" w:rsidRPr="008B7326" w:rsidRDefault="00ED4EC9" w:rsidP="00E644FA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7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D32570" w14:textId="77777777" w:rsidR="00ED4EC9" w:rsidRPr="008B7326" w:rsidRDefault="00ED4EC9" w:rsidP="00ED4EC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bookmarkStart w:id="4" w:name="FINSPACING_AND_THICKNESS"/>
            <w:bookmarkEnd w:id="4"/>
          </w:p>
        </w:tc>
      </w:tr>
      <w:tr w:rsidR="00ED4EC9" w:rsidRPr="008B7326" w14:paraId="746110AC" w14:textId="77777777" w:rsidTr="009242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E4C0E7" w14:textId="77777777" w:rsidR="00ED4EC9" w:rsidRPr="008B7326" w:rsidRDefault="008B7326" w:rsidP="00632758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i/>
                <w:sz w:val="18"/>
                <w:szCs w:val="18"/>
              </w:rPr>
              <w:t>Finned</w:t>
            </w:r>
            <w:proofErr w:type="spellEnd"/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18"/>
                <w:szCs w:val="18"/>
              </w:rPr>
              <w:t>HxL</w:t>
            </w:r>
            <w:proofErr w:type="spellEnd"/>
            <w:r>
              <w:rPr>
                <w:rFonts w:ascii="Arial" w:hAnsi="Arial" w:cs="Arial"/>
                <w:i/>
                <w:sz w:val="18"/>
                <w:szCs w:val="18"/>
              </w:rPr>
              <w:t xml:space="preserve"> (mm)</w:t>
            </w:r>
          </w:p>
        </w:tc>
        <w:tc>
          <w:tcPr>
            <w:tcW w:w="3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C95C05" w14:textId="77777777" w:rsidR="00ED4EC9" w:rsidRPr="008B7326" w:rsidRDefault="00ED4EC9" w:rsidP="00BF5D2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bookmarkStart w:id="5" w:name="HxL"/>
            <w:bookmarkEnd w:id="5"/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DC208F" w14:textId="77777777" w:rsidR="00ED4EC9" w:rsidRPr="008B7326" w:rsidRDefault="00ED4EC9" w:rsidP="0063275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D9C146" w14:textId="77777777" w:rsidR="00ED4EC9" w:rsidRPr="008B7326" w:rsidRDefault="00ED4EC9" w:rsidP="00632758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7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D88488" w14:textId="77777777" w:rsidR="00ED4EC9" w:rsidRPr="008B7326" w:rsidRDefault="00ED4EC9" w:rsidP="00ED4EC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2A30" w:rsidRPr="008B7326" w14:paraId="239E451F" w14:textId="77777777" w:rsidTr="009242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C98A53" w14:textId="77777777" w:rsidR="00FB2A30" w:rsidRPr="008B7326" w:rsidRDefault="00FB2A30" w:rsidP="00FB2A30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i/>
                <w:sz w:val="18"/>
                <w:szCs w:val="18"/>
              </w:rPr>
              <w:t>Altitude</w:t>
            </w:r>
            <w:proofErr w:type="spellEnd"/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18"/>
                <w:szCs w:val="18"/>
              </w:rPr>
              <w:t>o.s.l</w:t>
            </w:r>
            <w:proofErr w:type="spellEnd"/>
            <w:r>
              <w:rPr>
                <w:rFonts w:ascii="Arial" w:hAnsi="Arial" w:cs="Arial"/>
                <w:i/>
                <w:sz w:val="18"/>
                <w:szCs w:val="18"/>
              </w:rPr>
              <w:t>. (m)</w:t>
            </w:r>
          </w:p>
        </w:tc>
        <w:tc>
          <w:tcPr>
            <w:tcW w:w="3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CC6519" w14:textId="77777777" w:rsidR="00FB2A30" w:rsidRPr="008B7326" w:rsidRDefault="00FB2A30" w:rsidP="00FB2A30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bookmarkStart w:id="6" w:name="HSLM"/>
            <w:bookmarkEnd w:id="6"/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4F4CD8" w14:textId="77777777" w:rsidR="00FB2A30" w:rsidRPr="008B7326" w:rsidRDefault="00FB2A30" w:rsidP="00FB2A30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43CF5C" w14:textId="77777777" w:rsidR="00FB2A30" w:rsidRPr="008B7326" w:rsidRDefault="00FB2A30" w:rsidP="00FB2A30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proofErr w:type="spellStart"/>
            <w:r w:rsidRPr="008B7326">
              <w:rPr>
                <w:rFonts w:ascii="Arial" w:hAnsi="Arial" w:cs="Arial"/>
                <w:i/>
                <w:sz w:val="18"/>
                <w:szCs w:val="18"/>
              </w:rPr>
              <w:t>Glycol</w:t>
            </w:r>
            <w:proofErr w:type="spellEnd"/>
            <w:r w:rsidRPr="008B7326">
              <w:rPr>
                <w:rFonts w:ascii="Arial" w:hAnsi="Arial" w:cs="Arial"/>
                <w:i/>
                <w:sz w:val="18"/>
                <w:szCs w:val="18"/>
              </w:rPr>
              <w:t xml:space="preserve"> (%)</w:t>
            </w:r>
          </w:p>
        </w:tc>
        <w:tc>
          <w:tcPr>
            <w:tcW w:w="7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76F4E8" w14:textId="77777777" w:rsidR="00FB2A30" w:rsidRPr="008B7326" w:rsidRDefault="00FB2A30" w:rsidP="00FB2A30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bookmarkStart w:id="7" w:name="GLYCOL"/>
            <w:bookmarkEnd w:id="7"/>
          </w:p>
        </w:tc>
      </w:tr>
    </w:tbl>
    <w:tbl>
      <w:tblPr>
        <w:tblStyle w:val="Grigliatabella"/>
        <w:tblW w:w="5000" w:type="pct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111"/>
        <w:gridCol w:w="842"/>
        <w:gridCol w:w="887"/>
        <w:gridCol w:w="796"/>
        <w:gridCol w:w="842"/>
        <w:gridCol w:w="842"/>
        <w:gridCol w:w="639"/>
        <w:gridCol w:w="851"/>
        <w:gridCol w:w="566"/>
        <w:gridCol w:w="993"/>
        <w:gridCol w:w="993"/>
        <w:gridCol w:w="1008"/>
        <w:gridCol w:w="693"/>
        <w:gridCol w:w="848"/>
        <w:gridCol w:w="705"/>
        <w:gridCol w:w="851"/>
        <w:gridCol w:w="1102"/>
      </w:tblGrid>
      <w:tr w:rsidR="00E54E32" w:rsidRPr="0082485D" w14:paraId="6C4886E6" w14:textId="77777777" w:rsidTr="00E54E32">
        <w:trPr>
          <w:jc w:val="right"/>
        </w:trPr>
        <w:tc>
          <w:tcPr>
            <w:tcW w:w="187" w:type="pct"/>
            <w:tcBorders>
              <w:top w:val="dotted" w:sz="4" w:space="0" w:color="auto"/>
            </w:tcBorders>
          </w:tcPr>
          <w:p w14:paraId="09CE6BC4" w14:textId="77777777" w:rsidR="00E54E32" w:rsidRPr="0082485D" w:rsidRDefault="00E54E32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</w:t>
            </w:r>
          </w:p>
        </w:tc>
        <w:tc>
          <w:tcPr>
            <w:tcW w:w="367" w:type="pct"/>
            <w:tcBorders>
              <w:top w:val="dotted" w:sz="4" w:space="0" w:color="auto"/>
            </w:tcBorders>
          </w:tcPr>
          <w:p w14:paraId="4F08E5D7" w14:textId="77777777" w:rsidR="00E54E32" w:rsidRPr="0082485D" w:rsidRDefault="00E54E32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FS(</w:t>
            </w:r>
            <w:proofErr w:type="spellStart"/>
            <w:r>
              <w:rPr>
                <w:rFonts w:ascii="Arial" w:hAnsi="Arial" w:cs="Arial"/>
                <w:b/>
                <w:sz w:val="18"/>
              </w:rPr>
              <w:t>Th</w:t>
            </w:r>
            <w:proofErr w:type="spellEnd"/>
            <w:r>
              <w:rPr>
                <w:rFonts w:ascii="Arial" w:hAnsi="Arial" w:cs="Arial"/>
                <w:b/>
                <w:sz w:val="18"/>
              </w:rPr>
              <w:t>.)</w:t>
            </w:r>
          </w:p>
        </w:tc>
        <w:tc>
          <w:tcPr>
            <w:tcW w:w="278" w:type="pct"/>
            <w:tcBorders>
              <w:top w:val="dotted" w:sz="4" w:space="0" w:color="auto"/>
            </w:tcBorders>
          </w:tcPr>
          <w:p w14:paraId="23664651" w14:textId="77777777" w:rsidR="00E54E32" w:rsidRPr="0082485D" w:rsidRDefault="00E54E32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proofErr w:type="spellStart"/>
            <w:r>
              <w:rPr>
                <w:rFonts w:ascii="Arial" w:hAnsi="Arial" w:cs="Arial"/>
                <w:b/>
                <w:sz w:val="18"/>
              </w:rPr>
              <w:t>Circ</w:t>
            </w:r>
            <w:proofErr w:type="spellEnd"/>
          </w:p>
        </w:tc>
        <w:tc>
          <w:tcPr>
            <w:tcW w:w="293" w:type="pct"/>
            <w:tcBorders>
              <w:top w:val="dotted" w:sz="4" w:space="0" w:color="auto"/>
            </w:tcBorders>
          </w:tcPr>
          <w:p w14:paraId="25A469C5" w14:textId="77777777" w:rsidR="00E54E32" w:rsidRPr="0082485D" w:rsidRDefault="00E54E32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>Q</w:t>
            </w:r>
            <w:r w:rsidRPr="0082485D">
              <w:rPr>
                <w:rFonts w:ascii="Arial" w:hAnsi="Arial" w:cs="Arial"/>
                <w:b/>
                <w:sz w:val="18"/>
                <w:vertAlign w:val="subscript"/>
              </w:rPr>
              <w:t>A</w:t>
            </w:r>
          </w:p>
        </w:tc>
        <w:tc>
          <w:tcPr>
            <w:tcW w:w="263" w:type="pct"/>
            <w:tcBorders>
              <w:top w:val="dotted" w:sz="4" w:space="0" w:color="auto"/>
            </w:tcBorders>
          </w:tcPr>
          <w:p w14:paraId="2F7A63F6" w14:textId="77777777" w:rsidR="00E54E32" w:rsidRPr="0082485D" w:rsidRDefault="00E54E32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>V</w:t>
            </w:r>
            <w:r w:rsidRPr="0082485D">
              <w:rPr>
                <w:rFonts w:ascii="Arial" w:hAnsi="Arial" w:cs="Arial"/>
                <w:b/>
                <w:sz w:val="18"/>
                <w:vertAlign w:val="subscript"/>
              </w:rPr>
              <w:t>A</w:t>
            </w:r>
          </w:p>
        </w:tc>
        <w:tc>
          <w:tcPr>
            <w:tcW w:w="278" w:type="pct"/>
            <w:tcBorders>
              <w:top w:val="dotted" w:sz="4" w:space="0" w:color="auto"/>
            </w:tcBorders>
          </w:tcPr>
          <w:p w14:paraId="0559B375" w14:textId="77777777" w:rsidR="00E54E32" w:rsidRPr="0082485D" w:rsidRDefault="00E54E32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>∆P</w:t>
            </w:r>
            <w:r w:rsidRPr="0082485D">
              <w:rPr>
                <w:rFonts w:ascii="Arial" w:hAnsi="Arial" w:cs="Arial"/>
                <w:b/>
                <w:sz w:val="18"/>
                <w:vertAlign w:val="subscript"/>
              </w:rPr>
              <w:t>A</w:t>
            </w:r>
          </w:p>
        </w:tc>
        <w:tc>
          <w:tcPr>
            <w:tcW w:w="278" w:type="pct"/>
            <w:tcBorders>
              <w:top w:val="dotted" w:sz="4" w:space="0" w:color="auto"/>
            </w:tcBorders>
          </w:tcPr>
          <w:p w14:paraId="5D462FDF" w14:textId="77777777" w:rsidR="00E54E32" w:rsidRPr="0082485D" w:rsidRDefault="00E54E32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>T</w:t>
            </w:r>
            <w:r w:rsidRPr="0082485D">
              <w:rPr>
                <w:rFonts w:ascii="Arial" w:hAnsi="Arial" w:cs="Arial"/>
                <w:b/>
                <w:sz w:val="18"/>
                <w:vertAlign w:val="subscript"/>
              </w:rPr>
              <w:t>AI</w:t>
            </w:r>
          </w:p>
        </w:tc>
        <w:tc>
          <w:tcPr>
            <w:tcW w:w="211" w:type="pct"/>
            <w:tcBorders>
              <w:top w:val="dotted" w:sz="4" w:space="0" w:color="auto"/>
            </w:tcBorders>
          </w:tcPr>
          <w:p w14:paraId="68A769D5" w14:textId="77777777" w:rsidR="00E54E32" w:rsidRPr="0082485D" w:rsidRDefault="00E54E32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</w:t>
            </w:r>
            <w:r w:rsidRPr="00E54E32">
              <w:rPr>
                <w:rFonts w:ascii="Arial" w:hAnsi="Arial" w:cs="Arial"/>
                <w:b/>
                <w:sz w:val="18"/>
                <w:vertAlign w:val="subscript"/>
              </w:rPr>
              <w:t>HI</w:t>
            </w:r>
          </w:p>
        </w:tc>
        <w:tc>
          <w:tcPr>
            <w:tcW w:w="281" w:type="pct"/>
            <w:tcBorders>
              <w:top w:val="dotted" w:sz="4" w:space="0" w:color="auto"/>
            </w:tcBorders>
          </w:tcPr>
          <w:p w14:paraId="7993F8D3" w14:textId="77777777" w:rsidR="00E54E32" w:rsidRPr="0082485D" w:rsidRDefault="00E54E32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>T</w:t>
            </w:r>
            <w:r w:rsidRPr="0082485D">
              <w:rPr>
                <w:rFonts w:ascii="Arial" w:hAnsi="Arial" w:cs="Arial"/>
                <w:b/>
                <w:sz w:val="18"/>
                <w:vertAlign w:val="subscript"/>
              </w:rPr>
              <w:t>AO</w:t>
            </w:r>
          </w:p>
        </w:tc>
        <w:tc>
          <w:tcPr>
            <w:tcW w:w="187" w:type="pct"/>
            <w:tcBorders>
              <w:top w:val="dotted" w:sz="4" w:space="0" w:color="auto"/>
            </w:tcBorders>
          </w:tcPr>
          <w:p w14:paraId="3CBDBECC" w14:textId="77777777" w:rsidR="00E54E32" w:rsidRPr="0082485D" w:rsidRDefault="00E54E32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</w:t>
            </w:r>
            <w:r w:rsidRPr="00E54E32">
              <w:rPr>
                <w:rFonts w:ascii="Arial" w:hAnsi="Arial" w:cs="Arial"/>
                <w:b/>
                <w:sz w:val="18"/>
                <w:vertAlign w:val="subscript"/>
              </w:rPr>
              <w:t>HO</w:t>
            </w:r>
          </w:p>
        </w:tc>
        <w:tc>
          <w:tcPr>
            <w:tcW w:w="328" w:type="pct"/>
            <w:tcBorders>
              <w:top w:val="dotted" w:sz="4" w:space="0" w:color="auto"/>
            </w:tcBorders>
          </w:tcPr>
          <w:p w14:paraId="564D7399" w14:textId="77777777" w:rsidR="00E54E32" w:rsidRPr="0082485D" w:rsidRDefault="00E54E32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>Q</w:t>
            </w:r>
            <w:r w:rsidRPr="0082485D">
              <w:rPr>
                <w:rFonts w:ascii="Arial" w:hAnsi="Arial" w:cs="Arial"/>
                <w:b/>
                <w:sz w:val="18"/>
                <w:vertAlign w:val="subscript"/>
              </w:rPr>
              <w:t>TOT</w:t>
            </w:r>
          </w:p>
        </w:tc>
        <w:tc>
          <w:tcPr>
            <w:tcW w:w="328" w:type="pct"/>
            <w:tcBorders>
              <w:top w:val="dotted" w:sz="4" w:space="0" w:color="auto"/>
            </w:tcBorders>
          </w:tcPr>
          <w:p w14:paraId="7458861A" w14:textId="77777777" w:rsidR="00E54E32" w:rsidRPr="0082485D" w:rsidRDefault="00E54E32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Q</w:t>
            </w:r>
            <w:r w:rsidRPr="00E54E32">
              <w:rPr>
                <w:rFonts w:ascii="Arial" w:hAnsi="Arial" w:cs="Arial"/>
                <w:b/>
                <w:sz w:val="18"/>
                <w:vertAlign w:val="subscript"/>
              </w:rPr>
              <w:t>SEN</w:t>
            </w:r>
          </w:p>
        </w:tc>
        <w:tc>
          <w:tcPr>
            <w:tcW w:w="333" w:type="pct"/>
            <w:tcBorders>
              <w:top w:val="dotted" w:sz="4" w:space="0" w:color="auto"/>
            </w:tcBorders>
          </w:tcPr>
          <w:p w14:paraId="031D8544" w14:textId="77777777" w:rsidR="00E54E32" w:rsidRPr="0082485D" w:rsidRDefault="00E54E32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>Q</w:t>
            </w:r>
            <w:r w:rsidRPr="0082485D">
              <w:rPr>
                <w:rFonts w:ascii="Arial" w:hAnsi="Arial" w:cs="Arial"/>
                <w:b/>
                <w:sz w:val="18"/>
                <w:vertAlign w:val="subscript"/>
              </w:rPr>
              <w:t>W</w:t>
            </w:r>
          </w:p>
        </w:tc>
        <w:tc>
          <w:tcPr>
            <w:tcW w:w="229" w:type="pct"/>
            <w:tcBorders>
              <w:top w:val="dotted" w:sz="4" w:space="0" w:color="auto"/>
            </w:tcBorders>
          </w:tcPr>
          <w:p w14:paraId="1E8E31E2" w14:textId="77777777" w:rsidR="00E54E32" w:rsidRPr="0082485D" w:rsidRDefault="00E54E32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>W</w:t>
            </w:r>
            <w:r w:rsidRPr="0082485D">
              <w:rPr>
                <w:rFonts w:ascii="Arial" w:hAnsi="Arial" w:cs="Arial"/>
                <w:b/>
                <w:sz w:val="18"/>
                <w:vertAlign w:val="subscript"/>
              </w:rPr>
              <w:t>V</w:t>
            </w:r>
          </w:p>
        </w:tc>
        <w:tc>
          <w:tcPr>
            <w:tcW w:w="280" w:type="pct"/>
            <w:tcBorders>
              <w:top w:val="dotted" w:sz="4" w:space="0" w:color="auto"/>
            </w:tcBorders>
          </w:tcPr>
          <w:p w14:paraId="501C7D13" w14:textId="77777777" w:rsidR="00E54E32" w:rsidRPr="0082485D" w:rsidRDefault="00E54E32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>T</w:t>
            </w:r>
            <w:r w:rsidRPr="0082485D">
              <w:rPr>
                <w:rFonts w:ascii="Arial" w:hAnsi="Arial" w:cs="Arial"/>
                <w:b/>
                <w:sz w:val="18"/>
                <w:vertAlign w:val="subscript"/>
              </w:rPr>
              <w:t>WI</w:t>
            </w:r>
          </w:p>
        </w:tc>
        <w:tc>
          <w:tcPr>
            <w:tcW w:w="233" w:type="pct"/>
            <w:tcBorders>
              <w:top w:val="dotted" w:sz="4" w:space="0" w:color="auto"/>
            </w:tcBorders>
          </w:tcPr>
          <w:p w14:paraId="6FF727CD" w14:textId="77777777" w:rsidR="00E54E32" w:rsidRPr="0082485D" w:rsidRDefault="00E54E32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>T</w:t>
            </w:r>
            <w:r w:rsidRPr="0082485D">
              <w:rPr>
                <w:rFonts w:ascii="Arial" w:hAnsi="Arial" w:cs="Arial"/>
                <w:b/>
                <w:sz w:val="18"/>
                <w:vertAlign w:val="subscript"/>
              </w:rPr>
              <w:t>WU</w:t>
            </w:r>
          </w:p>
        </w:tc>
        <w:tc>
          <w:tcPr>
            <w:tcW w:w="281" w:type="pct"/>
            <w:tcBorders>
              <w:top w:val="dotted" w:sz="4" w:space="0" w:color="auto"/>
            </w:tcBorders>
          </w:tcPr>
          <w:p w14:paraId="77BEE4DF" w14:textId="77777777" w:rsidR="00E54E32" w:rsidRPr="0082485D" w:rsidRDefault="00E54E32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>∆P</w:t>
            </w:r>
            <w:r w:rsidRPr="0082485D">
              <w:rPr>
                <w:rFonts w:ascii="Arial" w:hAnsi="Arial" w:cs="Arial"/>
                <w:b/>
                <w:sz w:val="18"/>
                <w:vertAlign w:val="subscript"/>
              </w:rPr>
              <w:t>W</w:t>
            </w:r>
          </w:p>
        </w:tc>
        <w:tc>
          <w:tcPr>
            <w:tcW w:w="364" w:type="pct"/>
            <w:tcBorders>
              <w:top w:val="dotted" w:sz="4" w:space="0" w:color="auto"/>
            </w:tcBorders>
          </w:tcPr>
          <w:p w14:paraId="715F3386" w14:textId="77777777" w:rsidR="00E54E32" w:rsidRPr="0082485D" w:rsidRDefault="00E54E32" w:rsidP="00E54E3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</w:p>
        </w:tc>
      </w:tr>
      <w:tr w:rsidR="00E54E32" w:rsidRPr="0082485D" w14:paraId="6BD57F95" w14:textId="77777777" w:rsidTr="00E54E32">
        <w:trPr>
          <w:jc w:val="right"/>
        </w:trPr>
        <w:tc>
          <w:tcPr>
            <w:tcW w:w="187" w:type="pct"/>
            <w:tcBorders>
              <w:bottom w:val="dotted" w:sz="4" w:space="0" w:color="auto"/>
            </w:tcBorders>
          </w:tcPr>
          <w:p w14:paraId="356C2310" w14:textId="77777777" w:rsidR="00E54E32" w:rsidRPr="0082485D" w:rsidRDefault="00E54E32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#</w:t>
            </w:r>
          </w:p>
        </w:tc>
        <w:tc>
          <w:tcPr>
            <w:tcW w:w="367" w:type="pct"/>
            <w:tcBorders>
              <w:bottom w:val="dotted" w:sz="4" w:space="0" w:color="auto"/>
            </w:tcBorders>
          </w:tcPr>
          <w:p w14:paraId="1089D9E2" w14:textId="77777777" w:rsidR="00E54E32" w:rsidRPr="0082485D" w:rsidRDefault="00E54E32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mm</w:t>
            </w:r>
          </w:p>
        </w:tc>
        <w:tc>
          <w:tcPr>
            <w:tcW w:w="278" w:type="pct"/>
            <w:tcBorders>
              <w:bottom w:val="dotted" w:sz="4" w:space="0" w:color="auto"/>
            </w:tcBorders>
          </w:tcPr>
          <w:p w14:paraId="13786801" w14:textId="77777777" w:rsidR="00E54E32" w:rsidRPr="0082485D" w:rsidRDefault="00E54E32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#</w:t>
            </w:r>
          </w:p>
        </w:tc>
        <w:tc>
          <w:tcPr>
            <w:tcW w:w="293" w:type="pct"/>
            <w:tcBorders>
              <w:bottom w:val="dotted" w:sz="4" w:space="0" w:color="auto"/>
            </w:tcBorders>
          </w:tcPr>
          <w:p w14:paraId="0D3AAAFC" w14:textId="77777777" w:rsidR="00E54E32" w:rsidRPr="0082485D" w:rsidRDefault="00E54E32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>m</w:t>
            </w:r>
            <w:r w:rsidRPr="0082485D">
              <w:rPr>
                <w:rFonts w:ascii="Arial" w:hAnsi="Arial" w:cs="Arial"/>
                <w:b/>
                <w:sz w:val="18"/>
                <w:vertAlign w:val="superscript"/>
              </w:rPr>
              <w:t>3</w:t>
            </w:r>
            <w:r w:rsidRPr="0082485D">
              <w:rPr>
                <w:rFonts w:ascii="Arial" w:hAnsi="Arial" w:cs="Arial"/>
                <w:b/>
                <w:sz w:val="18"/>
              </w:rPr>
              <w:t>/h</w:t>
            </w:r>
          </w:p>
        </w:tc>
        <w:tc>
          <w:tcPr>
            <w:tcW w:w="263" w:type="pct"/>
            <w:tcBorders>
              <w:bottom w:val="dotted" w:sz="4" w:space="0" w:color="auto"/>
            </w:tcBorders>
          </w:tcPr>
          <w:p w14:paraId="1EBE3700" w14:textId="77777777" w:rsidR="00E54E32" w:rsidRPr="0082485D" w:rsidRDefault="00E54E32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>m/s</w:t>
            </w:r>
          </w:p>
        </w:tc>
        <w:tc>
          <w:tcPr>
            <w:tcW w:w="278" w:type="pct"/>
            <w:tcBorders>
              <w:bottom w:val="dotted" w:sz="4" w:space="0" w:color="auto"/>
            </w:tcBorders>
          </w:tcPr>
          <w:p w14:paraId="0250D059" w14:textId="77777777" w:rsidR="00E54E32" w:rsidRPr="0082485D" w:rsidRDefault="00E54E32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proofErr w:type="spellStart"/>
            <w:r w:rsidRPr="0082485D">
              <w:rPr>
                <w:rFonts w:ascii="Arial" w:hAnsi="Arial" w:cs="Arial"/>
                <w:b/>
                <w:sz w:val="18"/>
              </w:rPr>
              <w:t>Pa</w:t>
            </w:r>
            <w:proofErr w:type="spellEnd"/>
          </w:p>
        </w:tc>
        <w:tc>
          <w:tcPr>
            <w:tcW w:w="278" w:type="pct"/>
            <w:tcBorders>
              <w:bottom w:val="dotted" w:sz="4" w:space="0" w:color="auto"/>
            </w:tcBorders>
          </w:tcPr>
          <w:p w14:paraId="71559589" w14:textId="77777777" w:rsidR="00E54E32" w:rsidRPr="0082485D" w:rsidRDefault="00E54E32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>°C</w:t>
            </w:r>
          </w:p>
        </w:tc>
        <w:tc>
          <w:tcPr>
            <w:tcW w:w="211" w:type="pct"/>
            <w:tcBorders>
              <w:bottom w:val="dotted" w:sz="4" w:space="0" w:color="auto"/>
            </w:tcBorders>
          </w:tcPr>
          <w:p w14:paraId="7B56933E" w14:textId="77777777" w:rsidR="00E54E32" w:rsidRPr="0082485D" w:rsidRDefault="00E54E32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%</w:t>
            </w:r>
          </w:p>
        </w:tc>
        <w:tc>
          <w:tcPr>
            <w:tcW w:w="281" w:type="pct"/>
            <w:tcBorders>
              <w:bottom w:val="dotted" w:sz="4" w:space="0" w:color="auto"/>
            </w:tcBorders>
          </w:tcPr>
          <w:p w14:paraId="435BA6A3" w14:textId="77777777" w:rsidR="00E54E32" w:rsidRPr="0082485D" w:rsidRDefault="00E54E32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>°C</w:t>
            </w:r>
          </w:p>
        </w:tc>
        <w:tc>
          <w:tcPr>
            <w:tcW w:w="187" w:type="pct"/>
            <w:tcBorders>
              <w:bottom w:val="dotted" w:sz="4" w:space="0" w:color="auto"/>
            </w:tcBorders>
          </w:tcPr>
          <w:p w14:paraId="2E149175" w14:textId="77777777" w:rsidR="00E54E32" w:rsidRPr="0082485D" w:rsidRDefault="00E54E32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%</w:t>
            </w:r>
          </w:p>
        </w:tc>
        <w:tc>
          <w:tcPr>
            <w:tcW w:w="328" w:type="pct"/>
            <w:tcBorders>
              <w:bottom w:val="dotted" w:sz="4" w:space="0" w:color="auto"/>
            </w:tcBorders>
          </w:tcPr>
          <w:p w14:paraId="661D11F7" w14:textId="77777777" w:rsidR="00E54E32" w:rsidRPr="0082485D" w:rsidRDefault="00E54E32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>kW</w:t>
            </w:r>
          </w:p>
        </w:tc>
        <w:tc>
          <w:tcPr>
            <w:tcW w:w="328" w:type="pct"/>
            <w:tcBorders>
              <w:bottom w:val="dotted" w:sz="4" w:space="0" w:color="auto"/>
            </w:tcBorders>
          </w:tcPr>
          <w:p w14:paraId="0447101E" w14:textId="77777777" w:rsidR="00E54E32" w:rsidRPr="0082485D" w:rsidRDefault="00E54E32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kW</w:t>
            </w:r>
          </w:p>
        </w:tc>
        <w:tc>
          <w:tcPr>
            <w:tcW w:w="333" w:type="pct"/>
            <w:tcBorders>
              <w:bottom w:val="dotted" w:sz="4" w:space="0" w:color="auto"/>
            </w:tcBorders>
          </w:tcPr>
          <w:p w14:paraId="35420B24" w14:textId="77777777" w:rsidR="00E54E32" w:rsidRPr="0082485D" w:rsidRDefault="00E54E32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>l/h</w:t>
            </w:r>
          </w:p>
        </w:tc>
        <w:tc>
          <w:tcPr>
            <w:tcW w:w="229" w:type="pct"/>
            <w:tcBorders>
              <w:bottom w:val="dotted" w:sz="4" w:space="0" w:color="auto"/>
            </w:tcBorders>
          </w:tcPr>
          <w:p w14:paraId="41B23F6A" w14:textId="77777777" w:rsidR="00E54E32" w:rsidRPr="0082485D" w:rsidRDefault="00E54E32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>m/s</w:t>
            </w:r>
          </w:p>
        </w:tc>
        <w:tc>
          <w:tcPr>
            <w:tcW w:w="280" w:type="pct"/>
            <w:tcBorders>
              <w:bottom w:val="dotted" w:sz="4" w:space="0" w:color="auto"/>
            </w:tcBorders>
          </w:tcPr>
          <w:p w14:paraId="6E37AF74" w14:textId="77777777" w:rsidR="00E54E32" w:rsidRPr="0082485D" w:rsidRDefault="00E54E32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>°C</w:t>
            </w:r>
          </w:p>
        </w:tc>
        <w:tc>
          <w:tcPr>
            <w:tcW w:w="233" w:type="pct"/>
            <w:tcBorders>
              <w:bottom w:val="dotted" w:sz="4" w:space="0" w:color="auto"/>
            </w:tcBorders>
          </w:tcPr>
          <w:p w14:paraId="6952EF32" w14:textId="77777777" w:rsidR="00E54E32" w:rsidRPr="0082485D" w:rsidRDefault="00E54E32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>°C</w:t>
            </w:r>
          </w:p>
        </w:tc>
        <w:tc>
          <w:tcPr>
            <w:tcW w:w="281" w:type="pct"/>
            <w:tcBorders>
              <w:bottom w:val="dotted" w:sz="4" w:space="0" w:color="auto"/>
            </w:tcBorders>
          </w:tcPr>
          <w:p w14:paraId="2DAF4D52" w14:textId="77777777" w:rsidR="00E54E32" w:rsidRPr="0082485D" w:rsidRDefault="00E54E32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proofErr w:type="spellStart"/>
            <w:r w:rsidRPr="0082485D">
              <w:rPr>
                <w:rFonts w:ascii="Arial" w:hAnsi="Arial" w:cs="Arial"/>
                <w:b/>
                <w:sz w:val="18"/>
              </w:rPr>
              <w:t>kPa</w:t>
            </w:r>
            <w:proofErr w:type="spellEnd"/>
          </w:p>
        </w:tc>
        <w:tc>
          <w:tcPr>
            <w:tcW w:w="364" w:type="pct"/>
            <w:tcBorders>
              <w:bottom w:val="dotted" w:sz="4" w:space="0" w:color="auto"/>
            </w:tcBorders>
          </w:tcPr>
          <w:p w14:paraId="39361BCE" w14:textId="77777777" w:rsidR="00E54E32" w:rsidRPr="0082485D" w:rsidRDefault="00E54E32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</w:p>
        </w:tc>
      </w:tr>
    </w:tbl>
    <w:p w14:paraId="788C577C" w14:textId="77777777" w:rsidR="004C7FC9" w:rsidRPr="00EB2FBE" w:rsidRDefault="004C7FC9" w:rsidP="002F2381">
      <w:pPr>
        <w:tabs>
          <w:tab w:val="right" w:pos="426"/>
          <w:tab w:val="right" w:pos="1560"/>
          <w:tab w:val="right" w:pos="2410"/>
          <w:tab w:val="right" w:pos="3261"/>
          <w:tab w:val="right" w:pos="4026"/>
          <w:tab w:val="right" w:pos="4876"/>
          <w:tab w:val="right" w:pos="5670"/>
          <w:tab w:val="right" w:pos="6294"/>
          <w:tab w:val="right" w:pos="7173"/>
          <w:tab w:val="right" w:pos="7711"/>
          <w:tab w:val="right" w:pos="8732"/>
          <w:tab w:val="right" w:pos="9696"/>
          <w:tab w:val="right" w:pos="10660"/>
          <w:tab w:val="right" w:pos="11340"/>
          <w:tab w:val="right" w:pos="12191"/>
          <w:tab w:val="right" w:pos="12928"/>
          <w:tab w:val="right" w:pos="13721"/>
          <w:tab w:val="right" w:pos="14742"/>
        </w:tabs>
        <w:spacing w:after="0"/>
        <w:rPr>
          <w:rFonts w:ascii="Arial" w:hAnsi="Arial" w:cs="Arial"/>
          <w:sz w:val="16"/>
        </w:rPr>
      </w:pPr>
      <w:bookmarkStart w:id="8" w:name="DATA"/>
      <w:bookmarkEnd w:id="8"/>
    </w:p>
    <w:sectPr w:rsidR="004C7FC9" w:rsidRPr="00EB2FBE" w:rsidSect="00FB2A30">
      <w:footerReference w:type="default" r:id="rId7"/>
      <w:pgSz w:w="16838" w:h="11906" w:orient="landscape"/>
      <w:pgMar w:top="851" w:right="851" w:bottom="851" w:left="851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5790C5" w14:textId="77777777" w:rsidR="00A474F2" w:rsidRDefault="00A474F2" w:rsidP="00F430EA">
      <w:pPr>
        <w:spacing w:after="0" w:line="240" w:lineRule="auto"/>
      </w:pPr>
      <w:r>
        <w:separator/>
      </w:r>
    </w:p>
  </w:endnote>
  <w:endnote w:type="continuationSeparator" w:id="0">
    <w:p w14:paraId="6B8D8DC7" w14:textId="77777777" w:rsidR="00A474F2" w:rsidRDefault="00A474F2" w:rsidP="00F430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D913B9" w14:textId="77777777" w:rsidR="00620D56" w:rsidRDefault="00620D56" w:rsidP="00620D56">
    <w:pPr>
      <w:pStyle w:val="Pidipagina"/>
      <w:jc w:val="center"/>
    </w:pPr>
    <w: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 w:rsidR="00A863F5">
      <w:rPr>
        <w:noProof/>
      </w:rPr>
      <w:t>1</w:t>
    </w:r>
    <w:r>
      <w:fldChar w:fldCharType="end"/>
    </w:r>
    <w:r>
      <w:t xml:space="preserve"> of </w:t>
    </w:r>
    <w:fldSimple w:instr=" NUMPAGES   \* MERGEFORMAT ">
      <w:r w:rsidR="00A863F5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DBA59B" w14:textId="77777777" w:rsidR="00A474F2" w:rsidRDefault="00A474F2" w:rsidP="00F430EA">
      <w:pPr>
        <w:spacing w:after="0" w:line="240" w:lineRule="auto"/>
      </w:pPr>
      <w:r>
        <w:separator/>
      </w:r>
    </w:p>
  </w:footnote>
  <w:footnote w:type="continuationSeparator" w:id="0">
    <w:p w14:paraId="710C4D3B" w14:textId="77777777" w:rsidR="00A474F2" w:rsidRDefault="00A474F2" w:rsidP="00F430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680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5F00"/>
    <w:rsid w:val="0000069A"/>
    <w:rsid w:val="0001059F"/>
    <w:rsid w:val="00026964"/>
    <w:rsid w:val="000472F1"/>
    <w:rsid w:val="00052689"/>
    <w:rsid w:val="00074307"/>
    <w:rsid w:val="00081FD5"/>
    <w:rsid w:val="00082596"/>
    <w:rsid w:val="00085B0F"/>
    <w:rsid w:val="000C1975"/>
    <w:rsid w:val="000E41DC"/>
    <w:rsid w:val="000E75EB"/>
    <w:rsid w:val="000F303D"/>
    <w:rsid w:val="00113EE1"/>
    <w:rsid w:val="00117142"/>
    <w:rsid w:val="001419AF"/>
    <w:rsid w:val="00145042"/>
    <w:rsid w:val="001531FC"/>
    <w:rsid w:val="001872DB"/>
    <w:rsid w:val="001941C5"/>
    <w:rsid w:val="001A61EC"/>
    <w:rsid w:val="001B130B"/>
    <w:rsid w:val="001D3B04"/>
    <w:rsid w:val="001E60F8"/>
    <w:rsid w:val="001F1C7B"/>
    <w:rsid w:val="001F5285"/>
    <w:rsid w:val="002032AC"/>
    <w:rsid w:val="00206A58"/>
    <w:rsid w:val="00222F0D"/>
    <w:rsid w:val="002564EA"/>
    <w:rsid w:val="00262DC1"/>
    <w:rsid w:val="002F2381"/>
    <w:rsid w:val="002F2C78"/>
    <w:rsid w:val="00303D52"/>
    <w:rsid w:val="00314153"/>
    <w:rsid w:val="00334A4C"/>
    <w:rsid w:val="00361411"/>
    <w:rsid w:val="003840F8"/>
    <w:rsid w:val="003A4CAB"/>
    <w:rsid w:val="003B6292"/>
    <w:rsid w:val="003C53F5"/>
    <w:rsid w:val="003E15EA"/>
    <w:rsid w:val="003F1C9C"/>
    <w:rsid w:val="00414A46"/>
    <w:rsid w:val="00423ABE"/>
    <w:rsid w:val="00426C17"/>
    <w:rsid w:val="0047415A"/>
    <w:rsid w:val="00476A49"/>
    <w:rsid w:val="004842AB"/>
    <w:rsid w:val="004878EB"/>
    <w:rsid w:val="004C2C2E"/>
    <w:rsid w:val="004C7FC9"/>
    <w:rsid w:val="004D4977"/>
    <w:rsid w:val="004D7E0C"/>
    <w:rsid w:val="00514947"/>
    <w:rsid w:val="00516AC6"/>
    <w:rsid w:val="005241B5"/>
    <w:rsid w:val="00531AC7"/>
    <w:rsid w:val="005355FB"/>
    <w:rsid w:val="00550988"/>
    <w:rsid w:val="0055213A"/>
    <w:rsid w:val="00574798"/>
    <w:rsid w:val="005872FA"/>
    <w:rsid w:val="005C105A"/>
    <w:rsid w:val="005D5734"/>
    <w:rsid w:val="005E0C9B"/>
    <w:rsid w:val="00601220"/>
    <w:rsid w:val="006035E5"/>
    <w:rsid w:val="006056C2"/>
    <w:rsid w:val="00607A31"/>
    <w:rsid w:val="00616D5D"/>
    <w:rsid w:val="00620D56"/>
    <w:rsid w:val="0062112B"/>
    <w:rsid w:val="006276D1"/>
    <w:rsid w:val="00632758"/>
    <w:rsid w:val="0064137F"/>
    <w:rsid w:val="0066645B"/>
    <w:rsid w:val="00666543"/>
    <w:rsid w:val="006846FD"/>
    <w:rsid w:val="006B10E4"/>
    <w:rsid w:val="006B1AD9"/>
    <w:rsid w:val="006D3DF3"/>
    <w:rsid w:val="006E024C"/>
    <w:rsid w:val="006F5582"/>
    <w:rsid w:val="0072180F"/>
    <w:rsid w:val="00722826"/>
    <w:rsid w:val="00756C01"/>
    <w:rsid w:val="00760E5E"/>
    <w:rsid w:val="00770E66"/>
    <w:rsid w:val="00775B1E"/>
    <w:rsid w:val="00776CA9"/>
    <w:rsid w:val="007B0CA9"/>
    <w:rsid w:val="007B7FB6"/>
    <w:rsid w:val="007E02D0"/>
    <w:rsid w:val="00805B4C"/>
    <w:rsid w:val="00815976"/>
    <w:rsid w:val="0082485D"/>
    <w:rsid w:val="00824959"/>
    <w:rsid w:val="00827F99"/>
    <w:rsid w:val="008542CD"/>
    <w:rsid w:val="00892231"/>
    <w:rsid w:val="008B7326"/>
    <w:rsid w:val="008C50E7"/>
    <w:rsid w:val="008F4DA5"/>
    <w:rsid w:val="00920967"/>
    <w:rsid w:val="0092424E"/>
    <w:rsid w:val="009513FF"/>
    <w:rsid w:val="00960F92"/>
    <w:rsid w:val="00961B3A"/>
    <w:rsid w:val="009731C2"/>
    <w:rsid w:val="009815AD"/>
    <w:rsid w:val="009847DF"/>
    <w:rsid w:val="00992248"/>
    <w:rsid w:val="00997B6E"/>
    <w:rsid w:val="009D4279"/>
    <w:rsid w:val="009D5743"/>
    <w:rsid w:val="009D65C9"/>
    <w:rsid w:val="009E2834"/>
    <w:rsid w:val="00A00F0D"/>
    <w:rsid w:val="00A0148E"/>
    <w:rsid w:val="00A2362D"/>
    <w:rsid w:val="00A474F2"/>
    <w:rsid w:val="00A57441"/>
    <w:rsid w:val="00A659DF"/>
    <w:rsid w:val="00A84702"/>
    <w:rsid w:val="00A863F5"/>
    <w:rsid w:val="00AD3A52"/>
    <w:rsid w:val="00AF39A9"/>
    <w:rsid w:val="00B00A1E"/>
    <w:rsid w:val="00B12A7F"/>
    <w:rsid w:val="00B147C0"/>
    <w:rsid w:val="00B63964"/>
    <w:rsid w:val="00B64D63"/>
    <w:rsid w:val="00B65F8A"/>
    <w:rsid w:val="00B84824"/>
    <w:rsid w:val="00B96C77"/>
    <w:rsid w:val="00B96F1C"/>
    <w:rsid w:val="00BB009A"/>
    <w:rsid w:val="00BB78A6"/>
    <w:rsid w:val="00BC49DE"/>
    <w:rsid w:val="00BD16B7"/>
    <w:rsid w:val="00BE1690"/>
    <w:rsid w:val="00BF175F"/>
    <w:rsid w:val="00BF5D29"/>
    <w:rsid w:val="00C00606"/>
    <w:rsid w:val="00C15B3E"/>
    <w:rsid w:val="00C16D0B"/>
    <w:rsid w:val="00C513D6"/>
    <w:rsid w:val="00C65070"/>
    <w:rsid w:val="00C6703F"/>
    <w:rsid w:val="00C8483F"/>
    <w:rsid w:val="00CB4E11"/>
    <w:rsid w:val="00CB535B"/>
    <w:rsid w:val="00CC0CED"/>
    <w:rsid w:val="00CC1C5F"/>
    <w:rsid w:val="00CE259F"/>
    <w:rsid w:val="00CF5C6D"/>
    <w:rsid w:val="00D0549C"/>
    <w:rsid w:val="00D15F00"/>
    <w:rsid w:val="00D275CE"/>
    <w:rsid w:val="00D30F66"/>
    <w:rsid w:val="00D6315A"/>
    <w:rsid w:val="00D77131"/>
    <w:rsid w:val="00DA72BD"/>
    <w:rsid w:val="00DB7063"/>
    <w:rsid w:val="00DD4059"/>
    <w:rsid w:val="00DE4A34"/>
    <w:rsid w:val="00DF6C47"/>
    <w:rsid w:val="00E06D98"/>
    <w:rsid w:val="00E32579"/>
    <w:rsid w:val="00E54137"/>
    <w:rsid w:val="00E54E32"/>
    <w:rsid w:val="00E61C3F"/>
    <w:rsid w:val="00E644FA"/>
    <w:rsid w:val="00E73D88"/>
    <w:rsid w:val="00E971DC"/>
    <w:rsid w:val="00EA090B"/>
    <w:rsid w:val="00EA0E88"/>
    <w:rsid w:val="00EB2FBE"/>
    <w:rsid w:val="00ED12A2"/>
    <w:rsid w:val="00ED4EC9"/>
    <w:rsid w:val="00EE08EA"/>
    <w:rsid w:val="00F0210C"/>
    <w:rsid w:val="00F07D68"/>
    <w:rsid w:val="00F2183F"/>
    <w:rsid w:val="00F233B7"/>
    <w:rsid w:val="00F255F8"/>
    <w:rsid w:val="00F30EDB"/>
    <w:rsid w:val="00F36144"/>
    <w:rsid w:val="00F42FDF"/>
    <w:rsid w:val="00F430EA"/>
    <w:rsid w:val="00F873B6"/>
    <w:rsid w:val="00FA0F72"/>
    <w:rsid w:val="00FB2987"/>
    <w:rsid w:val="00FB2A30"/>
    <w:rsid w:val="00FD66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AFBF019"/>
  <w15:chartTrackingRefBased/>
  <w15:docId w15:val="{80884A66-1960-42A5-BDE9-235F5D9BF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840F8"/>
    <w:pPr>
      <w:spacing w:after="160" w:line="259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8483F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C8483F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BE16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F430E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F430EA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F430E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F430EA"/>
    <w:rPr>
      <w:sz w:val="22"/>
      <w:szCs w:val="22"/>
      <w:lang w:eastAsia="en-US"/>
    </w:rPr>
  </w:style>
  <w:style w:type="character" w:styleId="Riferimentointenso">
    <w:name w:val="Intense Reference"/>
    <w:uiPriority w:val="32"/>
    <w:qFormat/>
    <w:rsid w:val="00F430EA"/>
    <w:rPr>
      <w:b/>
      <w:bCs/>
      <w:smallCaps/>
      <w:color w:val="5B9BD5"/>
      <w:spacing w:val="5"/>
    </w:rPr>
  </w:style>
  <w:style w:type="character" w:styleId="Titolodellibro">
    <w:name w:val="Book Title"/>
    <w:uiPriority w:val="33"/>
    <w:qFormat/>
    <w:rsid w:val="00F430EA"/>
    <w:rPr>
      <w:b/>
      <w:bCs/>
      <w:i/>
      <w:iCs/>
      <w:spacing w:val="5"/>
    </w:rPr>
  </w:style>
  <w:style w:type="character" w:styleId="Enfasigrassetto">
    <w:name w:val="Strong"/>
    <w:uiPriority w:val="22"/>
    <w:qFormat/>
    <w:rsid w:val="00F430EA"/>
    <w:rPr>
      <w:b/>
      <w:bCs/>
    </w:rPr>
  </w:style>
  <w:style w:type="character" w:customStyle="1" w:styleId="Titolo1Carattere">
    <w:name w:val="Titolo 1 Carattere"/>
    <w:link w:val="Titolo1"/>
    <w:uiPriority w:val="9"/>
    <w:rsid w:val="00C8483F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link w:val="Titolo2"/>
    <w:uiPriority w:val="9"/>
    <w:rsid w:val="00C8483F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paragraph" w:styleId="Titolo">
    <w:name w:val="Title"/>
    <w:basedOn w:val="Normale"/>
    <w:next w:val="Normale"/>
    <w:link w:val="TitoloCarattere"/>
    <w:uiPriority w:val="10"/>
    <w:qFormat/>
    <w:rsid w:val="00A5744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57441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colato\Desktop\WindowsApplication10\bin\Debug\CondDimDDPS_UK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BFFB2D-A066-43D3-89F5-9004F110B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CondDimDDPS_UK.dot</Template>
  <TotalTime>4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Colato</dc:creator>
  <cp:keywords/>
  <dc:description/>
  <cp:lastModifiedBy>Colato, Simone</cp:lastModifiedBy>
  <cp:revision>8</cp:revision>
  <dcterms:created xsi:type="dcterms:W3CDTF">2019-06-20T14:19:00Z</dcterms:created>
  <dcterms:modified xsi:type="dcterms:W3CDTF">2021-12-27T09:59:00Z</dcterms:modified>
</cp:coreProperties>
</file>